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0CBEA1" w14:textId="1D75F446" w:rsidR="00A6727F" w:rsidRDefault="00A6727F" w:rsidP="00A6727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6BE77FC7" wp14:editId="5128F307">
            <wp:extent cx="1064976" cy="1036320"/>
            <wp:effectExtent l="0" t="0" r="0" b="0"/>
            <wp:docPr id="1" name="Рисунок 1" descr="Da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a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38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7F9ED73" w14:textId="77777777" w:rsidR="00A6727F" w:rsidRDefault="00A6727F" w:rsidP="00A6727F">
      <w:pPr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Государственное  казенное</w:t>
      </w:r>
      <w:proofErr w:type="gramEnd"/>
      <w:r>
        <w:rPr>
          <w:b/>
          <w:bCs/>
          <w:sz w:val="28"/>
          <w:szCs w:val="28"/>
        </w:rPr>
        <w:t xml:space="preserve"> общеобразовательное  учреждение  </w:t>
      </w:r>
    </w:p>
    <w:p w14:paraId="6A1708C6" w14:textId="77777777" w:rsidR="00A6727F" w:rsidRDefault="00A6727F" w:rsidP="00A6727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Республики Дагестан </w:t>
      </w:r>
    </w:p>
    <w:p w14:paraId="10B89662" w14:textId="77777777" w:rsidR="00A6727F" w:rsidRDefault="00A6727F" w:rsidP="00A6727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“Кубинская средняя общеобразовательная школа Лакского района”</w:t>
      </w:r>
    </w:p>
    <w:p w14:paraId="146DEA26" w14:textId="77777777" w:rsidR="00A6727F" w:rsidRDefault="00A6727F" w:rsidP="00A6727F">
      <w:pPr>
        <w:jc w:val="center"/>
        <w:rPr>
          <w:b/>
          <w:bCs/>
          <w:sz w:val="28"/>
          <w:szCs w:val="28"/>
        </w:rPr>
      </w:pPr>
    </w:p>
    <w:p w14:paraId="57BC5E4A" w14:textId="77777777" w:rsidR="00A6727F" w:rsidRPr="002345BD" w:rsidRDefault="00A6727F" w:rsidP="00A6727F">
      <w:pPr>
        <w:jc w:val="center"/>
        <w:rPr>
          <w:bCs/>
        </w:rPr>
      </w:pPr>
      <w:proofErr w:type="spellStart"/>
      <w:r>
        <w:rPr>
          <w:bCs/>
        </w:rPr>
        <w:t>с.Турзин</w:t>
      </w:r>
      <w:proofErr w:type="spellEnd"/>
      <w:r>
        <w:rPr>
          <w:bCs/>
        </w:rPr>
        <w:t xml:space="preserve">, Лакского района, ОГРН: 1050547000855, ИНН/КПП: </w:t>
      </w:r>
      <w:r w:rsidRPr="002345BD">
        <w:rPr>
          <w:bCs/>
        </w:rPr>
        <w:t>0505008202/052001001</w:t>
      </w:r>
    </w:p>
    <w:p w14:paraId="707A1658" w14:textId="77777777" w:rsidR="00A6727F" w:rsidRPr="002345BD" w:rsidRDefault="00A6727F" w:rsidP="00A6727F">
      <w:pPr>
        <w:jc w:val="center"/>
        <w:rPr>
          <w:bCs/>
          <w:lang w:val="en-US"/>
        </w:rPr>
      </w:pPr>
      <w:r w:rsidRPr="002345BD">
        <w:rPr>
          <w:bCs/>
        </w:rPr>
        <w:t>тел</w:t>
      </w:r>
      <w:r w:rsidRPr="002345BD">
        <w:rPr>
          <w:bCs/>
          <w:lang w:val="en-US"/>
        </w:rPr>
        <w:t>.: 8 928 985 57 66, email: kuba.turzin@mail.ru</w:t>
      </w:r>
    </w:p>
    <w:tbl>
      <w:tblPr>
        <w:tblW w:w="10620" w:type="dxa"/>
        <w:tblInd w:w="-106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 w:firstRow="1" w:lastRow="0" w:firstColumn="1" w:lastColumn="0" w:noHBand="0" w:noVBand="1"/>
      </w:tblPr>
      <w:tblGrid>
        <w:gridCol w:w="10620"/>
      </w:tblGrid>
      <w:tr w:rsidR="00A6727F" w:rsidRPr="00A6727F" w14:paraId="321DE7C0" w14:textId="77777777" w:rsidTr="004418C0">
        <w:trPr>
          <w:trHeight w:val="226"/>
        </w:trPr>
        <w:tc>
          <w:tcPr>
            <w:tcW w:w="10620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14:paraId="16B82987" w14:textId="77777777" w:rsidR="00A6727F" w:rsidRPr="00D345AA" w:rsidRDefault="00A6727F" w:rsidP="004418C0">
            <w:pPr>
              <w:rPr>
                <w:lang w:val="en-US"/>
              </w:rPr>
            </w:pPr>
          </w:p>
        </w:tc>
      </w:tr>
    </w:tbl>
    <w:p w14:paraId="37B7C2D3" w14:textId="40508412" w:rsidR="0068177A" w:rsidRPr="00A6727F" w:rsidRDefault="00580B82" w:rsidP="00A6727F">
      <w:pPr>
        <w:ind w:right="-227"/>
        <w:rPr>
          <w:sz w:val="28"/>
          <w:szCs w:val="28"/>
          <w:lang w:val="en-GB"/>
        </w:rPr>
      </w:pPr>
      <w:r w:rsidRPr="00A6727F">
        <w:rPr>
          <w:sz w:val="28"/>
          <w:szCs w:val="28"/>
          <w:lang w:val="en-GB"/>
        </w:rPr>
        <w:t xml:space="preserve">                       </w:t>
      </w:r>
      <w:r w:rsidR="00B33A06" w:rsidRPr="00A6727F">
        <w:rPr>
          <w:sz w:val="28"/>
          <w:szCs w:val="28"/>
          <w:lang w:val="en-GB"/>
        </w:rPr>
        <w:t xml:space="preserve">                                       </w:t>
      </w:r>
      <w:r w:rsidR="000C1933" w:rsidRPr="00A6727F">
        <w:rPr>
          <w:sz w:val="28"/>
          <w:szCs w:val="28"/>
          <w:lang w:val="en-GB"/>
        </w:rPr>
        <w:t xml:space="preserve">   </w:t>
      </w:r>
    </w:p>
    <w:p w14:paraId="1FB9E17C" w14:textId="77777777" w:rsidR="0068177A" w:rsidRPr="003E71D7" w:rsidRDefault="003E71D7" w:rsidP="000C1933">
      <w:pPr>
        <w:rPr>
          <w:b/>
        </w:rPr>
      </w:pPr>
      <w:r w:rsidRPr="00A6727F">
        <w:rPr>
          <w:lang w:val="en-GB"/>
        </w:rPr>
        <w:t xml:space="preserve"> </w:t>
      </w:r>
      <w:r w:rsidR="00DB4C4D">
        <w:rPr>
          <w:b/>
        </w:rPr>
        <w:t>13.02.2023</w:t>
      </w:r>
      <w:r w:rsidRPr="003E71D7">
        <w:rPr>
          <w:b/>
        </w:rPr>
        <w:t>г.</w:t>
      </w:r>
      <w:r w:rsidR="000C1933" w:rsidRPr="003E71D7">
        <w:rPr>
          <w:b/>
        </w:rPr>
        <w:t xml:space="preserve">                                                  </w:t>
      </w:r>
    </w:p>
    <w:p w14:paraId="390C1ACE" w14:textId="77777777" w:rsidR="0068177A" w:rsidRPr="003E71D7" w:rsidRDefault="0068177A" w:rsidP="000C1933"/>
    <w:p w14:paraId="206D12A0" w14:textId="77777777" w:rsidR="0068177A" w:rsidRPr="003E71D7" w:rsidRDefault="0068177A" w:rsidP="0068177A"/>
    <w:p w14:paraId="13704A09" w14:textId="77777777" w:rsidR="00822E8A" w:rsidRPr="003E71D7" w:rsidRDefault="00822E8A" w:rsidP="00EF0047">
      <w:pPr>
        <w:jc w:val="center"/>
      </w:pPr>
    </w:p>
    <w:p w14:paraId="55D500CD" w14:textId="3CB5C273" w:rsidR="00822E8A" w:rsidRPr="00EF0047" w:rsidRDefault="00EF0047" w:rsidP="00EF00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822E8A" w:rsidRPr="00EF0047">
        <w:rPr>
          <w:b/>
          <w:sz w:val="28"/>
          <w:szCs w:val="28"/>
        </w:rPr>
        <w:t>Информационная справка о</w:t>
      </w:r>
      <w:r w:rsidR="007730FD">
        <w:rPr>
          <w:b/>
          <w:sz w:val="28"/>
          <w:szCs w:val="28"/>
        </w:rPr>
        <w:t xml:space="preserve"> наличии </w:t>
      </w:r>
      <w:r w:rsidR="00822E8A" w:rsidRPr="00EF0047">
        <w:rPr>
          <w:b/>
          <w:sz w:val="28"/>
          <w:szCs w:val="28"/>
        </w:rPr>
        <w:t>к</w:t>
      </w:r>
      <w:r w:rsidR="003E71D7" w:rsidRPr="00EF0047">
        <w:rPr>
          <w:b/>
          <w:sz w:val="28"/>
          <w:szCs w:val="28"/>
        </w:rPr>
        <w:t xml:space="preserve">онфликта интересов </w:t>
      </w:r>
      <w:proofErr w:type="gramStart"/>
      <w:r w:rsidR="003E71D7" w:rsidRPr="00EF0047">
        <w:rPr>
          <w:b/>
          <w:sz w:val="28"/>
          <w:szCs w:val="28"/>
        </w:rPr>
        <w:t>рук</w:t>
      </w:r>
      <w:r w:rsidR="005A6432" w:rsidRPr="00EF0047">
        <w:rPr>
          <w:b/>
          <w:sz w:val="28"/>
          <w:szCs w:val="28"/>
        </w:rPr>
        <w:t xml:space="preserve">оводителя </w:t>
      </w:r>
      <w:r w:rsidR="003E71D7" w:rsidRPr="00EF0047">
        <w:rPr>
          <w:b/>
          <w:sz w:val="28"/>
          <w:szCs w:val="28"/>
        </w:rPr>
        <w:t xml:space="preserve"> и</w:t>
      </w:r>
      <w:proofErr w:type="gramEnd"/>
      <w:r w:rsidR="003E71D7" w:rsidRPr="00EF0047">
        <w:rPr>
          <w:b/>
          <w:sz w:val="28"/>
          <w:szCs w:val="28"/>
        </w:rPr>
        <w:t xml:space="preserve"> </w:t>
      </w:r>
      <w:r w:rsidR="00822E8A" w:rsidRPr="00EF0047">
        <w:rPr>
          <w:b/>
          <w:sz w:val="28"/>
          <w:szCs w:val="28"/>
        </w:rPr>
        <w:t xml:space="preserve"> работников ГКОУ РД «</w:t>
      </w:r>
      <w:r w:rsidR="00997D2E">
        <w:rPr>
          <w:b/>
          <w:sz w:val="28"/>
          <w:szCs w:val="28"/>
        </w:rPr>
        <w:t>Кубин</w:t>
      </w:r>
      <w:r w:rsidR="00E443C4">
        <w:rPr>
          <w:b/>
          <w:sz w:val="28"/>
          <w:szCs w:val="28"/>
        </w:rPr>
        <w:t>ск</w:t>
      </w:r>
      <w:r w:rsidR="00997D2E">
        <w:rPr>
          <w:b/>
          <w:sz w:val="28"/>
          <w:szCs w:val="28"/>
        </w:rPr>
        <w:t>ая</w:t>
      </w:r>
      <w:r w:rsidR="00E443C4">
        <w:rPr>
          <w:b/>
          <w:sz w:val="28"/>
          <w:szCs w:val="28"/>
        </w:rPr>
        <w:t xml:space="preserve"> </w:t>
      </w:r>
      <w:r w:rsidR="00997D2E">
        <w:rPr>
          <w:b/>
          <w:sz w:val="28"/>
          <w:szCs w:val="28"/>
        </w:rPr>
        <w:t>СОШ Лак</w:t>
      </w:r>
      <w:r w:rsidR="00E443C4">
        <w:rPr>
          <w:b/>
          <w:sz w:val="28"/>
          <w:szCs w:val="28"/>
        </w:rPr>
        <w:t>ского района</w:t>
      </w:r>
      <w:r w:rsidR="00822E8A" w:rsidRPr="00EF0047">
        <w:rPr>
          <w:b/>
          <w:sz w:val="28"/>
          <w:szCs w:val="28"/>
        </w:rPr>
        <w:t xml:space="preserve">» </w:t>
      </w:r>
      <w:r>
        <w:rPr>
          <w:b/>
          <w:sz w:val="28"/>
          <w:szCs w:val="28"/>
        </w:rPr>
        <w:br/>
      </w:r>
      <w:r w:rsidR="00822E8A" w:rsidRPr="00EF0047">
        <w:rPr>
          <w:b/>
          <w:sz w:val="28"/>
          <w:szCs w:val="28"/>
        </w:rPr>
        <w:t xml:space="preserve">на </w:t>
      </w:r>
      <w:r w:rsidR="00C715A4">
        <w:rPr>
          <w:b/>
          <w:sz w:val="28"/>
          <w:szCs w:val="28"/>
        </w:rPr>
        <w:t>01</w:t>
      </w:r>
      <w:r w:rsidR="00822E8A" w:rsidRPr="00EF0047">
        <w:rPr>
          <w:b/>
          <w:sz w:val="28"/>
          <w:szCs w:val="28"/>
        </w:rPr>
        <w:t>.0</w:t>
      </w:r>
      <w:r w:rsidR="00E443C4">
        <w:rPr>
          <w:b/>
          <w:sz w:val="28"/>
          <w:szCs w:val="28"/>
        </w:rPr>
        <w:t>2</w:t>
      </w:r>
      <w:r w:rsidR="00822E8A" w:rsidRPr="00EF0047">
        <w:rPr>
          <w:b/>
          <w:sz w:val="28"/>
          <w:szCs w:val="28"/>
        </w:rPr>
        <w:t>.202</w:t>
      </w:r>
      <w:r w:rsidR="00E443C4">
        <w:rPr>
          <w:b/>
          <w:sz w:val="28"/>
          <w:szCs w:val="28"/>
        </w:rPr>
        <w:t>3</w:t>
      </w:r>
      <w:r w:rsidR="00997D2E">
        <w:rPr>
          <w:b/>
          <w:sz w:val="28"/>
          <w:szCs w:val="28"/>
        </w:rPr>
        <w:t xml:space="preserve"> </w:t>
      </w:r>
      <w:r w:rsidR="00822E8A" w:rsidRPr="00EF0047">
        <w:rPr>
          <w:b/>
          <w:sz w:val="28"/>
          <w:szCs w:val="28"/>
        </w:rPr>
        <w:t>год</w:t>
      </w:r>
    </w:p>
    <w:p w14:paraId="678CA7E4" w14:textId="77777777" w:rsidR="00822E8A" w:rsidRPr="00EF0047" w:rsidRDefault="00822E8A" w:rsidP="0068177A">
      <w:pPr>
        <w:rPr>
          <w:b/>
          <w:sz w:val="28"/>
          <w:szCs w:val="28"/>
        </w:rPr>
      </w:pPr>
    </w:p>
    <w:p w14:paraId="1A11B37E" w14:textId="515F3F01" w:rsidR="00822E8A" w:rsidRPr="00EF0047" w:rsidRDefault="00EF0047" w:rsidP="00EF00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22E8A" w:rsidRPr="00EF0047">
        <w:rPr>
          <w:sz w:val="28"/>
          <w:szCs w:val="28"/>
        </w:rPr>
        <w:t>По данному вопросу сообщаю, что</w:t>
      </w:r>
      <w:r w:rsidR="00C74E1B">
        <w:rPr>
          <w:sz w:val="28"/>
          <w:szCs w:val="28"/>
        </w:rPr>
        <w:t xml:space="preserve"> в школе, руководимой мной, существует конфликт</w:t>
      </w:r>
      <w:r w:rsidR="003E71D7" w:rsidRPr="00EF0047">
        <w:rPr>
          <w:sz w:val="28"/>
          <w:szCs w:val="28"/>
        </w:rPr>
        <w:t xml:space="preserve"> интересов, так как </w:t>
      </w:r>
      <w:r w:rsidR="00997D2E">
        <w:rPr>
          <w:sz w:val="28"/>
          <w:szCs w:val="28"/>
        </w:rPr>
        <w:t>библиотекарь и лаборант</w:t>
      </w:r>
      <w:r w:rsidR="00C74E1B">
        <w:rPr>
          <w:sz w:val="28"/>
          <w:szCs w:val="28"/>
        </w:rPr>
        <w:t xml:space="preserve"> </w:t>
      </w:r>
      <w:r w:rsidR="003E71D7" w:rsidRPr="00EF0047">
        <w:rPr>
          <w:sz w:val="28"/>
          <w:szCs w:val="28"/>
        </w:rPr>
        <w:t>состо</w:t>
      </w:r>
      <w:r w:rsidR="00997D2E">
        <w:rPr>
          <w:sz w:val="28"/>
          <w:szCs w:val="28"/>
        </w:rPr>
        <w:t>я</w:t>
      </w:r>
      <w:r w:rsidR="003E71D7" w:rsidRPr="00EF0047">
        <w:rPr>
          <w:sz w:val="28"/>
          <w:szCs w:val="28"/>
        </w:rPr>
        <w:t xml:space="preserve">т в родстве (свойстве) со мной. </w:t>
      </w:r>
    </w:p>
    <w:p w14:paraId="341F9E33" w14:textId="77777777" w:rsidR="00822E8A" w:rsidRPr="00EF0047" w:rsidRDefault="0068177A" w:rsidP="0068177A">
      <w:pPr>
        <w:rPr>
          <w:sz w:val="28"/>
          <w:szCs w:val="28"/>
        </w:rPr>
      </w:pPr>
      <w:r w:rsidRPr="00EF0047">
        <w:rPr>
          <w:sz w:val="28"/>
          <w:szCs w:val="28"/>
        </w:rPr>
        <w:t xml:space="preserve">                                                  </w:t>
      </w: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498"/>
        <w:gridCol w:w="3558"/>
        <w:gridCol w:w="1874"/>
        <w:gridCol w:w="1688"/>
        <w:gridCol w:w="2374"/>
      </w:tblGrid>
      <w:tr w:rsidR="00E443C4" w:rsidRPr="00EF0047" w14:paraId="6D715F6A" w14:textId="77777777" w:rsidTr="00EF0047">
        <w:tc>
          <w:tcPr>
            <w:tcW w:w="248" w:type="dxa"/>
          </w:tcPr>
          <w:p w14:paraId="3C04D18F" w14:textId="77777777" w:rsidR="00822E8A" w:rsidRPr="00EF0047" w:rsidRDefault="00822E8A" w:rsidP="0068177A">
            <w:pPr>
              <w:rPr>
                <w:b/>
                <w:sz w:val="28"/>
                <w:szCs w:val="28"/>
              </w:rPr>
            </w:pPr>
            <w:r w:rsidRPr="00EF0047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0" w:type="auto"/>
          </w:tcPr>
          <w:p w14:paraId="1FE83C49" w14:textId="77777777" w:rsidR="00822E8A" w:rsidRPr="00EF0047" w:rsidRDefault="00822E8A" w:rsidP="0068177A">
            <w:pPr>
              <w:rPr>
                <w:b/>
                <w:sz w:val="28"/>
                <w:szCs w:val="28"/>
              </w:rPr>
            </w:pPr>
            <w:r w:rsidRPr="00EF0047">
              <w:rPr>
                <w:b/>
                <w:sz w:val="28"/>
                <w:szCs w:val="28"/>
              </w:rPr>
              <w:t>Фамилия имя отчество</w:t>
            </w:r>
          </w:p>
        </w:tc>
        <w:tc>
          <w:tcPr>
            <w:tcW w:w="0" w:type="auto"/>
          </w:tcPr>
          <w:p w14:paraId="2B5D6E20" w14:textId="77777777" w:rsidR="00822E8A" w:rsidRPr="00EF0047" w:rsidRDefault="00822E8A" w:rsidP="0068177A">
            <w:pPr>
              <w:rPr>
                <w:b/>
                <w:sz w:val="28"/>
                <w:szCs w:val="28"/>
              </w:rPr>
            </w:pPr>
            <w:r w:rsidRPr="00EF0047">
              <w:rPr>
                <w:b/>
                <w:sz w:val="28"/>
                <w:szCs w:val="28"/>
              </w:rPr>
              <w:t>Занимаемая</w:t>
            </w:r>
          </w:p>
          <w:p w14:paraId="3A567E8B" w14:textId="77777777" w:rsidR="00822E8A" w:rsidRPr="00EF0047" w:rsidRDefault="00822E8A" w:rsidP="0068177A">
            <w:pPr>
              <w:rPr>
                <w:b/>
                <w:sz w:val="28"/>
                <w:szCs w:val="28"/>
              </w:rPr>
            </w:pPr>
            <w:r w:rsidRPr="00EF0047"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0" w:type="auto"/>
          </w:tcPr>
          <w:p w14:paraId="234167D3" w14:textId="77777777" w:rsidR="00822E8A" w:rsidRPr="00EF0047" w:rsidRDefault="00822E8A" w:rsidP="0068177A">
            <w:pPr>
              <w:rPr>
                <w:b/>
                <w:sz w:val="28"/>
                <w:szCs w:val="28"/>
              </w:rPr>
            </w:pPr>
            <w:r w:rsidRPr="00EF0047">
              <w:rPr>
                <w:b/>
                <w:sz w:val="28"/>
                <w:szCs w:val="28"/>
              </w:rPr>
              <w:t>Дата</w:t>
            </w:r>
          </w:p>
          <w:p w14:paraId="1F38CE84" w14:textId="77777777" w:rsidR="00822E8A" w:rsidRPr="00EF0047" w:rsidRDefault="00822E8A" w:rsidP="0068177A">
            <w:pPr>
              <w:rPr>
                <w:b/>
                <w:sz w:val="28"/>
                <w:szCs w:val="28"/>
              </w:rPr>
            </w:pPr>
            <w:r w:rsidRPr="00EF0047">
              <w:rPr>
                <w:b/>
                <w:sz w:val="28"/>
                <w:szCs w:val="28"/>
              </w:rPr>
              <w:t>назначения</w:t>
            </w:r>
          </w:p>
        </w:tc>
        <w:tc>
          <w:tcPr>
            <w:tcW w:w="0" w:type="auto"/>
          </w:tcPr>
          <w:p w14:paraId="61574EA8" w14:textId="77777777" w:rsidR="00822E8A" w:rsidRPr="00EF0047" w:rsidRDefault="00822E8A" w:rsidP="0068177A">
            <w:pPr>
              <w:rPr>
                <w:b/>
                <w:sz w:val="28"/>
                <w:szCs w:val="28"/>
              </w:rPr>
            </w:pPr>
            <w:r w:rsidRPr="00EF0047">
              <w:rPr>
                <w:b/>
                <w:sz w:val="28"/>
                <w:szCs w:val="28"/>
              </w:rPr>
              <w:t>Степень родства (свойства)</w:t>
            </w:r>
          </w:p>
        </w:tc>
      </w:tr>
      <w:tr w:rsidR="00E443C4" w:rsidRPr="00EF0047" w14:paraId="43F9AF38" w14:textId="77777777" w:rsidTr="00EF0047">
        <w:tc>
          <w:tcPr>
            <w:tcW w:w="248" w:type="dxa"/>
          </w:tcPr>
          <w:p w14:paraId="3166644A" w14:textId="77777777" w:rsidR="00822E8A" w:rsidRPr="00EF0047" w:rsidRDefault="00C74E1B" w:rsidP="006817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0" w:type="auto"/>
          </w:tcPr>
          <w:p w14:paraId="40222B3F" w14:textId="4E9F808A" w:rsidR="00822E8A" w:rsidRPr="00EF0047" w:rsidRDefault="00997D2E" w:rsidP="006817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Магомедова Патимат </w:t>
            </w:r>
            <w:proofErr w:type="spellStart"/>
            <w:r>
              <w:rPr>
                <w:sz w:val="28"/>
                <w:szCs w:val="28"/>
              </w:rPr>
              <w:t>Искаевна</w:t>
            </w:r>
            <w:proofErr w:type="spellEnd"/>
          </w:p>
        </w:tc>
        <w:tc>
          <w:tcPr>
            <w:tcW w:w="0" w:type="auto"/>
          </w:tcPr>
          <w:p w14:paraId="79E1EAD9" w14:textId="179FD469" w:rsidR="00822E8A" w:rsidRPr="00EF0047" w:rsidRDefault="00997D2E" w:rsidP="006817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Библиотекарь</w:t>
            </w:r>
            <w:r w:rsidR="00C74E1B"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</w:tcPr>
          <w:p w14:paraId="6AFB744D" w14:textId="2EF640F3" w:rsidR="00822E8A" w:rsidRPr="00A6727F" w:rsidRDefault="00A6727F" w:rsidP="0068177A">
            <w:pPr>
              <w:rPr>
                <w:sz w:val="28"/>
                <w:szCs w:val="28"/>
              </w:rPr>
            </w:pPr>
            <w:r w:rsidRPr="00A6727F">
              <w:rPr>
                <w:sz w:val="28"/>
                <w:szCs w:val="28"/>
              </w:rPr>
              <w:t>16.03.1965</w:t>
            </w:r>
          </w:p>
        </w:tc>
        <w:tc>
          <w:tcPr>
            <w:tcW w:w="0" w:type="auto"/>
          </w:tcPr>
          <w:p w14:paraId="4BA99659" w14:textId="3DF31425" w:rsidR="00822E8A" w:rsidRPr="00EF0047" w:rsidRDefault="00997D2E" w:rsidP="006817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Мать</w:t>
            </w:r>
          </w:p>
        </w:tc>
      </w:tr>
      <w:tr w:rsidR="00E443C4" w:rsidRPr="00EF0047" w14:paraId="74B74CB4" w14:textId="77777777" w:rsidTr="00EF0047">
        <w:tc>
          <w:tcPr>
            <w:tcW w:w="248" w:type="dxa"/>
          </w:tcPr>
          <w:p w14:paraId="5CC3DDD8" w14:textId="31BC1CD2" w:rsidR="00822E8A" w:rsidRPr="00EF0047" w:rsidRDefault="00997D2E" w:rsidP="006817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0" w:type="auto"/>
          </w:tcPr>
          <w:p w14:paraId="612293E3" w14:textId="1555E637" w:rsidR="00822E8A" w:rsidRPr="00EF0047" w:rsidRDefault="00997D2E" w:rsidP="006817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Магомедова </w:t>
            </w:r>
            <w:proofErr w:type="spellStart"/>
            <w:r>
              <w:rPr>
                <w:sz w:val="28"/>
                <w:szCs w:val="28"/>
              </w:rPr>
              <w:t>Багижат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Абдулмуталимовна</w:t>
            </w:r>
            <w:proofErr w:type="spellEnd"/>
          </w:p>
        </w:tc>
        <w:tc>
          <w:tcPr>
            <w:tcW w:w="0" w:type="auto"/>
          </w:tcPr>
          <w:p w14:paraId="0690654D" w14:textId="4D2181F9" w:rsidR="00822E8A" w:rsidRPr="00EF0047" w:rsidRDefault="00997D2E" w:rsidP="006817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Лаборант</w:t>
            </w:r>
          </w:p>
        </w:tc>
        <w:tc>
          <w:tcPr>
            <w:tcW w:w="0" w:type="auto"/>
          </w:tcPr>
          <w:p w14:paraId="6C8AFBC9" w14:textId="7809CE1D" w:rsidR="00822E8A" w:rsidRPr="00EF0047" w:rsidRDefault="00A6727F" w:rsidP="006817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26.01.1987</w:t>
            </w:r>
          </w:p>
        </w:tc>
        <w:tc>
          <w:tcPr>
            <w:tcW w:w="0" w:type="auto"/>
          </w:tcPr>
          <w:p w14:paraId="2AEA2C6E" w14:textId="0BA1375F" w:rsidR="00822E8A" w:rsidRPr="00EF0047" w:rsidRDefault="00997D2E" w:rsidP="006817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Жена</w:t>
            </w:r>
          </w:p>
        </w:tc>
      </w:tr>
    </w:tbl>
    <w:p w14:paraId="37067FF1" w14:textId="77777777" w:rsidR="0068177A" w:rsidRPr="00EF0047" w:rsidRDefault="0068177A" w:rsidP="0068177A">
      <w:pPr>
        <w:rPr>
          <w:sz w:val="28"/>
          <w:szCs w:val="28"/>
        </w:rPr>
      </w:pPr>
      <w:r w:rsidRPr="00EF0047">
        <w:rPr>
          <w:sz w:val="28"/>
          <w:szCs w:val="28"/>
        </w:rPr>
        <w:t xml:space="preserve">             </w:t>
      </w:r>
    </w:p>
    <w:p w14:paraId="0F66FF6B" w14:textId="77777777" w:rsidR="00EF0047" w:rsidRDefault="0068177A" w:rsidP="0068177A">
      <w:pPr>
        <w:rPr>
          <w:sz w:val="28"/>
          <w:szCs w:val="28"/>
        </w:rPr>
      </w:pPr>
      <w:r w:rsidRPr="00EF0047">
        <w:rPr>
          <w:sz w:val="28"/>
          <w:szCs w:val="28"/>
        </w:rPr>
        <w:t xml:space="preserve">                                                          </w:t>
      </w:r>
    </w:p>
    <w:p w14:paraId="7D616E8E" w14:textId="77777777" w:rsidR="00EF0047" w:rsidRDefault="00EF0047" w:rsidP="0068177A">
      <w:pPr>
        <w:rPr>
          <w:sz w:val="28"/>
          <w:szCs w:val="28"/>
        </w:rPr>
      </w:pPr>
    </w:p>
    <w:p w14:paraId="1DDB30C1" w14:textId="77777777" w:rsidR="0068177A" w:rsidRPr="00EF0047" w:rsidRDefault="0068177A" w:rsidP="0068177A">
      <w:pPr>
        <w:rPr>
          <w:sz w:val="28"/>
          <w:szCs w:val="28"/>
        </w:rPr>
      </w:pPr>
      <w:r w:rsidRPr="00EF0047">
        <w:rPr>
          <w:sz w:val="28"/>
          <w:szCs w:val="28"/>
        </w:rPr>
        <w:t xml:space="preserve">        </w:t>
      </w:r>
    </w:p>
    <w:p w14:paraId="7CEA16A1" w14:textId="49BBBBEF" w:rsidR="0068177A" w:rsidRPr="00EF0047" w:rsidRDefault="003E71D7" w:rsidP="00EF0047">
      <w:pPr>
        <w:jc w:val="right"/>
        <w:rPr>
          <w:b/>
          <w:sz w:val="28"/>
          <w:szCs w:val="28"/>
        </w:rPr>
      </w:pPr>
      <w:r w:rsidRPr="00EF0047">
        <w:rPr>
          <w:b/>
          <w:sz w:val="28"/>
          <w:szCs w:val="28"/>
        </w:rPr>
        <w:t xml:space="preserve">                                     Директор </w:t>
      </w:r>
      <w:r w:rsidR="00997D2E">
        <w:rPr>
          <w:b/>
          <w:sz w:val="28"/>
          <w:szCs w:val="28"/>
        </w:rPr>
        <w:t>школы</w:t>
      </w:r>
      <w:r w:rsidR="00EF0047">
        <w:rPr>
          <w:b/>
          <w:sz w:val="28"/>
          <w:szCs w:val="28"/>
        </w:rPr>
        <w:t>:</w:t>
      </w:r>
      <w:r w:rsidRPr="00EF0047">
        <w:rPr>
          <w:b/>
          <w:sz w:val="28"/>
          <w:szCs w:val="28"/>
        </w:rPr>
        <w:t xml:space="preserve"> </w:t>
      </w:r>
      <w:r w:rsidR="00EF0047">
        <w:rPr>
          <w:b/>
          <w:sz w:val="28"/>
          <w:szCs w:val="28"/>
        </w:rPr>
        <w:t xml:space="preserve">___________ </w:t>
      </w:r>
      <w:proofErr w:type="spellStart"/>
      <w:r w:rsidR="00997D2E">
        <w:rPr>
          <w:b/>
          <w:sz w:val="28"/>
          <w:szCs w:val="28"/>
        </w:rPr>
        <w:t>З.З</w:t>
      </w:r>
      <w:r w:rsidR="00C715A4">
        <w:rPr>
          <w:b/>
          <w:sz w:val="28"/>
          <w:szCs w:val="28"/>
        </w:rPr>
        <w:t>.</w:t>
      </w:r>
      <w:r w:rsidR="00997D2E">
        <w:rPr>
          <w:b/>
          <w:sz w:val="28"/>
          <w:szCs w:val="28"/>
        </w:rPr>
        <w:t>Магомедов</w:t>
      </w:r>
      <w:proofErr w:type="spellEnd"/>
    </w:p>
    <w:sectPr w:rsidR="0068177A" w:rsidRPr="00EF0047" w:rsidSect="001020EA">
      <w:pgSz w:w="11906" w:h="16838"/>
      <w:pgMar w:top="567" w:right="1134" w:bottom="1079" w:left="74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 w15:restartNumberingAfterBreak="0">
    <w:nsid w:val="00002D12"/>
    <w:multiLevelType w:val="hybridMultilevel"/>
    <w:tmpl w:val="0000074D"/>
    <w:lvl w:ilvl="0" w:tplc="00004DC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440D"/>
    <w:multiLevelType w:val="hybridMultilevel"/>
    <w:tmpl w:val="0000491C"/>
    <w:lvl w:ilvl="0" w:tplc="00004D06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00004DB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6443"/>
    <w:multiLevelType w:val="hybridMultilevel"/>
    <w:tmpl w:val="000066BB"/>
    <w:lvl w:ilvl="0" w:tplc="0000428B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000026A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29009BB"/>
    <w:multiLevelType w:val="hybridMultilevel"/>
    <w:tmpl w:val="5096E1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5694A73"/>
    <w:multiLevelType w:val="multilevel"/>
    <w:tmpl w:val="A2761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B73E55"/>
    <w:multiLevelType w:val="hybridMultilevel"/>
    <w:tmpl w:val="9DC28CBE"/>
    <w:lvl w:ilvl="0" w:tplc="83025E3C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7" w15:restartNumberingAfterBreak="0">
    <w:nsid w:val="0EEB02E4"/>
    <w:multiLevelType w:val="hybridMultilevel"/>
    <w:tmpl w:val="8E4EC2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FFD0EE2"/>
    <w:multiLevelType w:val="hybridMultilevel"/>
    <w:tmpl w:val="F3140D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A734E8"/>
    <w:multiLevelType w:val="hybridMultilevel"/>
    <w:tmpl w:val="E5A23DFC"/>
    <w:lvl w:ilvl="0" w:tplc="4A7605FC">
      <w:start w:val="1"/>
      <w:numFmt w:val="decimal"/>
      <w:lvlText w:val="%1.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10" w15:restartNumberingAfterBreak="0">
    <w:nsid w:val="13AA2700"/>
    <w:multiLevelType w:val="hybridMultilevel"/>
    <w:tmpl w:val="913C4B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322BE7"/>
    <w:multiLevelType w:val="hybridMultilevel"/>
    <w:tmpl w:val="F32803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9F497E"/>
    <w:multiLevelType w:val="hybridMultilevel"/>
    <w:tmpl w:val="2236F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112E9F"/>
    <w:multiLevelType w:val="hybridMultilevel"/>
    <w:tmpl w:val="B7C80E9A"/>
    <w:lvl w:ilvl="0" w:tplc="A1EC47B8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4" w15:restartNumberingAfterBreak="0">
    <w:nsid w:val="2F010786"/>
    <w:multiLevelType w:val="hybridMultilevel"/>
    <w:tmpl w:val="ED44FC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1D7817"/>
    <w:multiLevelType w:val="hybridMultilevel"/>
    <w:tmpl w:val="9AF05D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2C18D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3BD6643"/>
    <w:multiLevelType w:val="hybridMultilevel"/>
    <w:tmpl w:val="F0CC663E"/>
    <w:lvl w:ilvl="0" w:tplc="0419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7" w15:restartNumberingAfterBreak="0">
    <w:nsid w:val="46502DEB"/>
    <w:multiLevelType w:val="hybridMultilevel"/>
    <w:tmpl w:val="A6883E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71B1272"/>
    <w:multiLevelType w:val="hybridMultilevel"/>
    <w:tmpl w:val="54FE24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D4A6837"/>
    <w:multiLevelType w:val="hybridMultilevel"/>
    <w:tmpl w:val="DCD2F5F2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853429"/>
    <w:multiLevelType w:val="hybridMultilevel"/>
    <w:tmpl w:val="F37C5B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DD3798"/>
    <w:multiLevelType w:val="hybridMultilevel"/>
    <w:tmpl w:val="B84E12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AD15C8D"/>
    <w:multiLevelType w:val="hybridMultilevel"/>
    <w:tmpl w:val="8B6C25A6"/>
    <w:lvl w:ilvl="0" w:tplc="19425D3E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3" w15:restartNumberingAfterBreak="0">
    <w:nsid w:val="5B256260"/>
    <w:multiLevelType w:val="hybridMultilevel"/>
    <w:tmpl w:val="42D454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177E47"/>
    <w:multiLevelType w:val="multilevel"/>
    <w:tmpl w:val="C0D8C28C"/>
    <w:lvl w:ilvl="0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1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0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1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640" w:hanging="2160"/>
      </w:pPr>
      <w:rPr>
        <w:rFonts w:hint="default"/>
      </w:rPr>
    </w:lvl>
  </w:abstractNum>
  <w:abstractNum w:abstractNumId="25" w15:restartNumberingAfterBreak="0">
    <w:nsid w:val="6499113E"/>
    <w:multiLevelType w:val="hybridMultilevel"/>
    <w:tmpl w:val="10BEB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7C13F3"/>
    <w:multiLevelType w:val="hybridMultilevel"/>
    <w:tmpl w:val="F75AD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E625C2"/>
    <w:multiLevelType w:val="hybridMultilevel"/>
    <w:tmpl w:val="E2741D0C"/>
    <w:lvl w:ilvl="0" w:tplc="16E6C666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A691DA0"/>
    <w:multiLevelType w:val="hybridMultilevel"/>
    <w:tmpl w:val="36941440"/>
    <w:lvl w:ilvl="0" w:tplc="EB2209F4">
      <w:start w:val="1"/>
      <w:numFmt w:val="decimal"/>
      <w:lvlText w:val="%1."/>
      <w:lvlJc w:val="left"/>
      <w:pPr>
        <w:ind w:left="14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75C2710F"/>
    <w:multiLevelType w:val="hybridMultilevel"/>
    <w:tmpl w:val="BD086B00"/>
    <w:lvl w:ilvl="0" w:tplc="4A364FE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0" w15:restartNumberingAfterBreak="0">
    <w:nsid w:val="78D554FD"/>
    <w:multiLevelType w:val="hybridMultilevel"/>
    <w:tmpl w:val="303CCB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C7F5F9F"/>
    <w:multiLevelType w:val="hybridMultilevel"/>
    <w:tmpl w:val="17EAB82C"/>
    <w:lvl w:ilvl="0" w:tplc="9DA675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4"/>
  </w:num>
  <w:num w:numId="3">
    <w:abstractNumId w:val="30"/>
  </w:num>
  <w:num w:numId="4">
    <w:abstractNumId w:val="8"/>
  </w:num>
  <w:num w:numId="5">
    <w:abstractNumId w:val="12"/>
  </w:num>
  <w:num w:numId="6">
    <w:abstractNumId w:val="21"/>
  </w:num>
  <w:num w:numId="7">
    <w:abstractNumId w:val="11"/>
  </w:num>
  <w:num w:numId="8">
    <w:abstractNumId w:val="10"/>
  </w:num>
  <w:num w:numId="9">
    <w:abstractNumId w:val="17"/>
  </w:num>
  <w:num w:numId="10">
    <w:abstractNumId w:val="18"/>
  </w:num>
  <w:num w:numId="11">
    <w:abstractNumId w:val="27"/>
  </w:num>
  <w:num w:numId="12">
    <w:abstractNumId w:val="20"/>
  </w:num>
  <w:num w:numId="13">
    <w:abstractNumId w:val="7"/>
  </w:num>
  <w:num w:numId="14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1"/>
  </w:num>
  <w:num w:numId="16">
    <w:abstractNumId w:val="16"/>
  </w:num>
  <w:num w:numId="17">
    <w:abstractNumId w:val="2"/>
  </w:num>
  <w:num w:numId="18">
    <w:abstractNumId w:val="24"/>
  </w:num>
  <w:num w:numId="19">
    <w:abstractNumId w:val="22"/>
  </w:num>
  <w:num w:numId="20">
    <w:abstractNumId w:val="23"/>
  </w:num>
  <w:num w:numId="21">
    <w:abstractNumId w:val="1"/>
  </w:num>
  <w:num w:numId="22">
    <w:abstractNumId w:val="3"/>
  </w:num>
  <w:num w:numId="23">
    <w:abstractNumId w:val="26"/>
  </w:num>
  <w:num w:numId="24">
    <w:abstractNumId w:val="14"/>
  </w:num>
  <w:num w:numId="25">
    <w:abstractNumId w:val="19"/>
  </w:num>
  <w:num w:numId="26">
    <w:abstractNumId w:val="6"/>
  </w:num>
  <w:num w:numId="27">
    <w:abstractNumId w:val="13"/>
  </w:num>
  <w:num w:numId="28">
    <w:abstractNumId w:val="9"/>
  </w:num>
  <w:num w:numId="29">
    <w:abstractNumId w:val="5"/>
  </w:num>
  <w:num w:numId="30">
    <w:abstractNumId w:val="25"/>
  </w:num>
  <w:num w:numId="31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261B"/>
    <w:rsid w:val="000060E9"/>
    <w:rsid w:val="00026806"/>
    <w:rsid w:val="00027DE6"/>
    <w:rsid w:val="00030D9E"/>
    <w:rsid w:val="00033AD9"/>
    <w:rsid w:val="00043296"/>
    <w:rsid w:val="0005727B"/>
    <w:rsid w:val="00071CB6"/>
    <w:rsid w:val="00076C37"/>
    <w:rsid w:val="0008116D"/>
    <w:rsid w:val="00081B94"/>
    <w:rsid w:val="000B1E3B"/>
    <w:rsid w:val="000C1630"/>
    <w:rsid w:val="000C1933"/>
    <w:rsid w:val="000D6E14"/>
    <w:rsid w:val="000E3709"/>
    <w:rsid w:val="001020EA"/>
    <w:rsid w:val="00103D0B"/>
    <w:rsid w:val="0012625F"/>
    <w:rsid w:val="00131808"/>
    <w:rsid w:val="00155305"/>
    <w:rsid w:val="00156DB7"/>
    <w:rsid w:val="00160D2E"/>
    <w:rsid w:val="001675EB"/>
    <w:rsid w:val="00173464"/>
    <w:rsid w:val="001A59CA"/>
    <w:rsid w:val="001A7CCE"/>
    <w:rsid w:val="001E407C"/>
    <w:rsid w:val="00201422"/>
    <w:rsid w:val="0020783C"/>
    <w:rsid w:val="002125FD"/>
    <w:rsid w:val="002251CC"/>
    <w:rsid w:val="00236F57"/>
    <w:rsid w:val="00240863"/>
    <w:rsid w:val="00246194"/>
    <w:rsid w:val="00247A5E"/>
    <w:rsid w:val="0025236C"/>
    <w:rsid w:val="00262C45"/>
    <w:rsid w:val="00271C96"/>
    <w:rsid w:val="002764D5"/>
    <w:rsid w:val="0027697B"/>
    <w:rsid w:val="002806D7"/>
    <w:rsid w:val="002D48B4"/>
    <w:rsid w:val="002F23E8"/>
    <w:rsid w:val="00305226"/>
    <w:rsid w:val="00307187"/>
    <w:rsid w:val="003101D4"/>
    <w:rsid w:val="00337E74"/>
    <w:rsid w:val="00344056"/>
    <w:rsid w:val="00345D65"/>
    <w:rsid w:val="00363588"/>
    <w:rsid w:val="00363E31"/>
    <w:rsid w:val="00367832"/>
    <w:rsid w:val="00373CE2"/>
    <w:rsid w:val="00380D0D"/>
    <w:rsid w:val="00383394"/>
    <w:rsid w:val="00385CBD"/>
    <w:rsid w:val="00395009"/>
    <w:rsid w:val="003A02E8"/>
    <w:rsid w:val="003A17A7"/>
    <w:rsid w:val="003A4BBF"/>
    <w:rsid w:val="003A644F"/>
    <w:rsid w:val="003A6DC6"/>
    <w:rsid w:val="003D347A"/>
    <w:rsid w:val="003D3548"/>
    <w:rsid w:val="003D4E46"/>
    <w:rsid w:val="003E71D7"/>
    <w:rsid w:val="003F021A"/>
    <w:rsid w:val="003F2943"/>
    <w:rsid w:val="003F4194"/>
    <w:rsid w:val="00401C6E"/>
    <w:rsid w:val="004036C3"/>
    <w:rsid w:val="00404936"/>
    <w:rsid w:val="00406A25"/>
    <w:rsid w:val="00433EA2"/>
    <w:rsid w:val="004500D5"/>
    <w:rsid w:val="004645CB"/>
    <w:rsid w:val="00464C6C"/>
    <w:rsid w:val="0049291D"/>
    <w:rsid w:val="004A6C3F"/>
    <w:rsid w:val="004C026C"/>
    <w:rsid w:val="004C67D7"/>
    <w:rsid w:val="004D345A"/>
    <w:rsid w:val="004F658B"/>
    <w:rsid w:val="00517DEF"/>
    <w:rsid w:val="00541B81"/>
    <w:rsid w:val="00543BB6"/>
    <w:rsid w:val="00547E35"/>
    <w:rsid w:val="00547FE4"/>
    <w:rsid w:val="00550064"/>
    <w:rsid w:val="005608CD"/>
    <w:rsid w:val="0056466E"/>
    <w:rsid w:val="00572E44"/>
    <w:rsid w:val="00574BC3"/>
    <w:rsid w:val="00580B82"/>
    <w:rsid w:val="005857CC"/>
    <w:rsid w:val="00586DB2"/>
    <w:rsid w:val="0058733A"/>
    <w:rsid w:val="0059245E"/>
    <w:rsid w:val="005A6432"/>
    <w:rsid w:val="005C182B"/>
    <w:rsid w:val="005D4040"/>
    <w:rsid w:val="005E294F"/>
    <w:rsid w:val="005F3B39"/>
    <w:rsid w:val="00603747"/>
    <w:rsid w:val="00616E01"/>
    <w:rsid w:val="00625ED0"/>
    <w:rsid w:val="006408E4"/>
    <w:rsid w:val="00643B54"/>
    <w:rsid w:val="0065081F"/>
    <w:rsid w:val="00655CCD"/>
    <w:rsid w:val="00657C9D"/>
    <w:rsid w:val="00666DA4"/>
    <w:rsid w:val="006710A2"/>
    <w:rsid w:val="00673D06"/>
    <w:rsid w:val="0068177A"/>
    <w:rsid w:val="00682BE3"/>
    <w:rsid w:val="00692A04"/>
    <w:rsid w:val="00694150"/>
    <w:rsid w:val="006B0E3B"/>
    <w:rsid w:val="006C0E16"/>
    <w:rsid w:val="006C6156"/>
    <w:rsid w:val="006C62B8"/>
    <w:rsid w:val="006E21EC"/>
    <w:rsid w:val="006E2B43"/>
    <w:rsid w:val="00702B80"/>
    <w:rsid w:val="00712408"/>
    <w:rsid w:val="007140F1"/>
    <w:rsid w:val="007277C4"/>
    <w:rsid w:val="00735643"/>
    <w:rsid w:val="0073592A"/>
    <w:rsid w:val="00756D22"/>
    <w:rsid w:val="00761F68"/>
    <w:rsid w:val="007730FD"/>
    <w:rsid w:val="007753DC"/>
    <w:rsid w:val="00785C10"/>
    <w:rsid w:val="0079153F"/>
    <w:rsid w:val="00791877"/>
    <w:rsid w:val="0079728F"/>
    <w:rsid w:val="007A1E8C"/>
    <w:rsid w:val="007B7F74"/>
    <w:rsid w:val="007C044E"/>
    <w:rsid w:val="007C2EB3"/>
    <w:rsid w:val="007D4FAC"/>
    <w:rsid w:val="007D53FB"/>
    <w:rsid w:val="007D6101"/>
    <w:rsid w:val="007D78A1"/>
    <w:rsid w:val="007E2199"/>
    <w:rsid w:val="007F604F"/>
    <w:rsid w:val="0081451C"/>
    <w:rsid w:val="00822E8A"/>
    <w:rsid w:val="00841F2D"/>
    <w:rsid w:val="008640CE"/>
    <w:rsid w:val="00886A01"/>
    <w:rsid w:val="0088737A"/>
    <w:rsid w:val="00893431"/>
    <w:rsid w:val="008A3604"/>
    <w:rsid w:val="008B3006"/>
    <w:rsid w:val="008C0240"/>
    <w:rsid w:val="008C6846"/>
    <w:rsid w:val="008D2012"/>
    <w:rsid w:val="008D261B"/>
    <w:rsid w:val="008D2AD4"/>
    <w:rsid w:val="008E4560"/>
    <w:rsid w:val="008E4D01"/>
    <w:rsid w:val="008E7D4A"/>
    <w:rsid w:val="008F2758"/>
    <w:rsid w:val="00905E56"/>
    <w:rsid w:val="00911777"/>
    <w:rsid w:val="009158D6"/>
    <w:rsid w:val="00935536"/>
    <w:rsid w:val="00947088"/>
    <w:rsid w:val="00997D2E"/>
    <w:rsid w:val="009A6264"/>
    <w:rsid w:val="009B2255"/>
    <w:rsid w:val="009B34F5"/>
    <w:rsid w:val="009B6E9B"/>
    <w:rsid w:val="009C1ADE"/>
    <w:rsid w:val="009C7456"/>
    <w:rsid w:val="009D0AD5"/>
    <w:rsid w:val="00A178E7"/>
    <w:rsid w:val="00A25F5E"/>
    <w:rsid w:val="00A43D2B"/>
    <w:rsid w:val="00A45F7D"/>
    <w:rsid w:val="00A53BEB"/>
    <w:rsid w:val="00A6496E"/>
    <w:rsid w:val="00A6727F"/>
    <w:rsid w:val="00A72B5C"/>
    <w:rsid w:val="00AB498F"/>
    <w:rsid w:val="00AC78FB"/>
    <w:rsid w:val="00AD5DC3"/>
    <w:rsid w:val="00B0340F"/>
    <w:rsid w:val="00B16AAD"/>
    <w:rsid w:val="00B2591A"/>
    <w:rsid w:val="00B27085"/>
    <w:rsid w:val="00B33A06"/>
    <w:rsid w:val="00B56313"/>
    <w:rsid w:val="00B62A2F"/>
    <w:rsid w:val="00B67150"/>
    <w:rsid w:val="00B7772A"/>
    <w:rsid w:val="00B80285"/>
    <w:rsid w:val="00BA1284"/>
    <w:rsid w:val="00BA38EF"/>
    <w:rsid w:val="00BC1178"/>
    <w:rsid w:val="00BD7132"/>
    <w:rsid w:val="00BD7A9A"/>
    <w:rsid w:val="00BE7144"/>
    <w:rsid w:val="00BF19ED"/>
    <w:rsid w:val="00BF7CF3"/>
    <w:rsid w:val="00C02C7A"/>
    <w:rsid w:val="00C0320B"/>
    <w:rsid w:val="00C10234"/>
    <w:rsid w:val="00C25EBE"/>
    <w:rsid w:val="00C27174"/>
    <w:rsid w:val="00C31990"/>
    <w:rsid w:val="00C35193"/>
    <w:rsid w:val="00C4261B"/>
    <w:rsid w:val="00C4637D"/>
    <w:rsid w:val="00C46E86"/>
    <w:rsid w:val="00C54A82"/>
    <w:rsid w:val="00C55804"/>
    <w:rsid w:val="00C715A4"/>
    <w:rsid w:val="00C71F34"/>
    <w:rsid w:val="00C74E1B"/>
    <w:rsid w:val="00C81336"/>
    <w:rsid w:val="00C846FF"/>
    <w:rsid w:val="00C91CFB"/>
    <w:rsid w:val="00C97298"/>
    <w:rsid w:val="00D05AA4"/>
    <w:rsid w:val="00D0668E"/>
    <w:rsid w:val="00D22CAA"/>
    <w:rsid w:val="00D23BDC"/>
    <w:rsid w:val="00D25AF5"/>
    <w:rsid w:val="00D36B2C"/>
    <w:rsid w:val="00D4393B"/>
    <w:rsid w:val="00D52A60"/>
    <w:rsid w:val="00D70709"/>
    <w:rsid w:val="00D805B9"/>
    <w:rsid w:val="00D8415D"/>
    <w:rsid w:val="00DA306A"/>
    <w:rsid w:val="00DA48B9"/>
    <w:rsid w:val="00DA5487"/>
    <w:rsid w:val="00DA76A1"/>
    <w:rsid w:val="00DB0378"/>
    <w:rsid w:val="00DB4C4D"/>
    <w:rsid w:val="00DB5413"/>
    <w:rsid w:val="00DB6DD6"/>
    <w:rsid w:val="00DB7412"/>
    <w:rsid w:val="00DD184F"/>
    <w:rsid w:val="00DD2A51"/>
    <w:rsid w:val="00DD728A"/>
    <w:rsid w:val="00DE2D0D"/>
    <w:rsid w:val="00DE726F"/>
    <w:rsid w:val="00DF1981"/>
    <w:rsid w:val="00DF693C"/>
    <w:rsid w:val="00E00A7D"/>
    <w:rsid w:val="00E00EE2"/>
    <w:rsid w:val="00E230A4"/>
    <w:rsid w:val="00E23AC6"/>
    <w:rsid w:val="00E30BA8"/>
    <w:rsid w:val="00E361DC"/>
    <w:rsid w:val="00E37DEB"/>
    <w:rsid w:val="00E41291"/>
    <w:rsid w:val="00E443C4"/>
    <w:rsid w:val="00E66E2B"/>
    <w:rsid w:val="00E829FB"/>
    <w:rsid w:val="00E83234"/>
    <w:rsid w:val="00E93D0B"/>
    <w:rsid w:val="00EA31FA"/>
    <w:rsid w:val="00EB2BA2"/>
    <w:rsid w:val="00EC2719"/>
    <w:rsid w:val="00EC61C1"/>
    <w:rsid w:val="00EC7C50"/>
    <w:rsid w:val="00ED26CA"/>
    <w:rsid w:val="00EE36A0"/>
    <w:rsid w:val="00EF0047"/>
    <w:rsid w:val="00F26228"/>
    <w:rsid w:val="00F277D6"/>
    <w:rsid w:val="00F30587"/>
    <w:rsid w:val="00F350C0"/>
    <w:rsid w:val="00F361F3"/>
    <w:rsid w:val="00F363F2"/>
    <w:rsid w:val="00F431E9"/>
    <w:rsid w:val="00F6245D"/>
    <w:rsid w:val="00F86F07"/>
    <w:rsid w:val="00F927C5"/>
    <w:rsid w:val="00FF004A"/>
    <w:rsid w:val="00FF07CC"/>
    <w:rsid w:val="00FF0862"/>
    <w:rsid w:val="00FF5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1FDEAA"/>
  <w15:docId w15:val="{75705507-681D-44EE-ADC3-4387D53E2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A7CCE"/>
    <w:rPr>
      <w:sz w:val="24"/>
      <w:szCs w:val="24"/>
    </w:rPr>
  </w:style>
  <w:style w:type="paragraph" w:styleId="1">
    <w:name w:val="heading 1"/>
    <w:basedOn w:val="a"/>
    <w:next w:val="a"/>
    <w:qFormat/>
    <w:rsid w:val="001A7CCE"/>
    <w:pPr>
      <w:keepNext/>
      <w:jc w:val="center"/>
      <w:outlineLvl w:val="0"/>
    </w:pPr>
    <w:rPr>
      <w:b/>
      <w:bCs/>
      <w:i/>
      <w:iCs/>
      <w:sz w:val="44"/>
    </w:rPr>
  </w:style>
  <w:style w:type="paragraph" w:styleId="2">
    <w:name w:val="heading 2"/>
    <w:basedOn w:val="a"/>
    <w:next w:val="a"/>
    <w:qFormat/>
    <w:rsid w:val="001A7CCE"/>
    <w:pPr>
      <w:keepNext/>
      <w:jc w:val="center"/>
      <w:outlineLvl w:val="1"/>
    </w:pPr>
    <w:rPr>
      <w:b/>
      <w:bCs/>
      <w:sz w:val="36"/>
    </w:rPr>
  </w:style>
  <w:style w:type="paragraph" w:styleId="4">
    <w:name w:val="heading 4"/>
    <w:basedOn w:val="a"/>
    <w:next w:val="a"/>
    <w:link w:val="40"/>
    <w:semiHidden/>
    <w:unhideWhenUsed/>
    <w:qFormat/>
    <w:rsid w:val="002125F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A1284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1262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Заголовок Знак"/>
    <w:link w:val="a6"/>
    <w:locked/>
    <w:rsid w:val="00BE7144"/>
    <w:rPr>
      <w:rFonts w:ascii="Cambria" w:hAnsi="Cambria"/>
      <w:b/>
      <w:bCs/>
      <w:kern w:val="28"/>
      <w:sz w:val="32"/>
      <w:szCs w:val="32"/>
      <w:lang w:val="ru-RU" w:eastAsia="ru-RU" w:bidi="ar-SA"/>
    </w:rPr>
  </w:style>
  <w:style w:type="paragraph" w:styleId="a6">
    <w:name w:val="Title"/>
    <w:basedOn w:val="a"/>
    <w:next w:val="a"/>
    <w:link w:val="a5"/>
    <w:qFormat/>
    <w:rsid w:val="00BE714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7">
    <w:name w:val="Body Text"/>
    <w:basedOn w:val="a"/>
    <w:rsid w:val="00BE7144"/>
    <w:pPr>
      <w:suppressAutoHyphens/>
    </w:pPr>
    <w:rPr>
      <w:color w:val="000000"/>
      <w:sz w:val="20"/>
      <w:lang w:eastAsia="ar-SA"/>
    </w:rPr>
  </w:style>
  <w:style w:type="paragraph" w:customStyle="1" w:styleId="a8">
    <w:name w:val="Содержимое таблицы"/>
    <w:basedOn w:val="a"/>
    <w:rsid w:val="00BE7144"/>
    <w:pPr>
      <w:suppressLineNumbers/>
      <w:suppressAutoHyphens/>
    </w:pPr>
    <w:rPr>
      <w:color w:val="000000"/>
      <w:sz w:val="16"/>
      <w:lang w:eastAsia="ar-SA"/>
    </w:rPr>
  </w:style>
  <w:style w:type="character" w:styleId="a9">
    <w:name w:val="Hyperlink"/>
    <w:semiHidden/>
    <w:unhideWhenUsed/>
    <w:rsid w:val="00103D0B"/>
    <w:rPr>
      <w:color w:val="0000FF"/>
      <w:u w:val="single"/>
    </w:rPr>
  </w:style>
  <w:style w:type="character" w:customStyle="1" w:styleId="40">
    <w:name w:val="Заголовок 4 Знак"/>
    <w:basedOn w:val="a0"/>
    <w:link w:val="4"/>
    <w:semiHidden/>
    <w:rsid w:val="002125F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aa">
    <w:name w:val="List Paragraph"/>
    <w:basedOn w:val="a"/>
    <w:uiPriority w:val="34"/>
    <w:qFormat/>
    <w:rsid w:val="002125F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Normal (Web)"/>
    <w:basedOn w:val="a"/>
    <w:uiPriority w:val="99"/>
    <w:rsid w:val="002125FD"/>
    <w:pPr>
      <w:spacing w:before="100" w:beforeAutospacing="1" w:after="100" w:afterAutospacing="1"/>
    </w:pPr>
  </w:style>
  <w:style w:type="character" w:styleId="ac">
    <w:name w:val="page number"/>
    <w:basedOn w:val="a0"/>
    <w:rsid w:val="0008116D"/>
  </w:style>
  <w:style w:type="paragraph" w:styleId="ad">
    <w:name w:val="No Spacing"/>
    <w:basedOn w:val="a"/>
    <w:link w:val="ae"/>
    <w:uiPriority w:val="1"/>
    <w:qFormat/>
    <w:rsid w:val="00ED26CA"/>
    <w:rPr>
      <w:rFonts w:ascii="Calibri" w:hAnsi="Calibri"/>
      <w:sz w:val="22"/>
      <w:szCs w:val="22"/>
      <w:lang w:val="en-US" w:eastAsia="en-US"/>
    </w:rPr>
  </w:style>
  <w:style w:type="character" w:customStyle="1" w:styleId="ae">
    <w:name w:val="Без интервала Знак"/>
    <w:basedOn w:val="a0"/>
    <w:link w:val="ad"/>
    <w:uiPriority w:val="1"/>
    <w:rsid w:val="00ED26CA"/>
    <w:rPr>
      <w:rFonts w:ascii="Calibri" w:hAnsi="Calibri"/>
      <w:sz w:val="22"/>
      <w:szCs w:val="22"/>
      <w:lang w:val="en-US" w:eastAsia="en-US"/>
    </w:rPr>
  </w:style>
  <w:style w:type="paragraph" w:customStyle="1" w:styleId="ConsPlusCell">
    <w:name w:val="ConsPlusCell"/>
    <w:rsid w:val="0015530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0">
    <w:name w:val="Обычный1"/>
    <w:rsid w:val="007277C4"/>
    <w:rPr>
      <w:rFonts w:ascii="Calibri" w:eastAsia="Calibri" w:hAnsi="Calibri" w:cs="Calibri"/>
    </w:rPr>
  </w:style>
  <w:style w:type="paragraph" w:customStyle="1" w:styleId="ConsPlusNonformat">
    <w:name w:val="ConsPlusNonformat"/>
    <w:rsid w:val="00B33A06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154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09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66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9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605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786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02390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333501">
                      <w:marLeft w:val="-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753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&#1092;&#1080;&#1088;&#1084;&#1077;&#1085;&#1085;&#1099;&#1081;%20&#1073;&#1083;&#1072;&#1085;&#108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7B1FEE-BC5E-41C3-AEA8-D1D9BBDD7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фирменный бланк</Template>
  <TotalTime>365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                                                     РЕСПУБЛИКА ДАГЕСТАН</vt:lpstr>
    </vt:vector>
  </TitlesOfParts>
  <Company>Министрерство образования РФ</Company>
  <LinksUpToDate>false</LinksUpToDate>
  <CharactersWithSpaces>1145</CharactersWithSpaces>
  <SharedDoc>false</SharedDoc>
  <HLinks>
    <vt:vector size="18" baseType="variant">
      <vt:variant>
        <vt:i4>3670061</vt:i4>
      </vt:variant>
      <vt:variant>
        <vt:i4>0</vt:i4>
      </vt:variant>
      <vt:variant>
        <vt:i4>0</vt:i4>
      </vt:variant>
      <vt:variant>
        <vt:i4>5</vt:i4>
      </vt:variant>
      <vt:variant>
        <vt:lpwstr>http://upload.wikimedia.org/wikipedia/commons/c/c2/Coat_of_Arms_of_Dagestan.svg</vt:lpwstr>
      </vt:variant>
      <vt:variant>
        <vt:lpwstr/>
      </vt:variant>
      <vt:variant>
        <vt:i4>3670061</vt:i4>
      </vt:variant>
      <vt:variant>
        <vt:i4>-1</vt:i4>
      </vt:variant>
      <vt:variant>
        <vt:i4>1033</vt:i4>
      </vt:variant>
      <vt:variant>
        <vt:i4>4</vt:i4>
      </vt:variant>
      <vt:variant>
        <vt:lpwstr>http://upload.wikimedia.org/wikipedia/commons/c/c2/Coat_of_Arms_of_Dagestan.svg</vt:lpwstr>
      </vt:variant>
      <vt:variant>
        <vt:lpwstr/>
      </vt:variant>
      <vt:variant>
        <vt:i4>5242965</vt:i4>
      </vt:variant>
      <vt:variant>
        <vt:i4>-1</vt:i4>
      </vt:variant>
      <vt:variant>
        <vt:i4>1033</vt:i4>
      </vt:variant>
      <vt:variant>
        <vt:i4>1</vt:i4>
      </vt:variant>
      <vt:variant>
        <vt:lpwstr>http://upload.wikimedia.org/wikipedia/commons/thumb/c/c2/Coat_of_Arms_of_Dagestan.svg/576px-Coat_of_Arms_of_Dagestan.svg.png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                                                     РЕСПУБЛИКА ДАГЕСТАН</dc:title>
  <dc:creator>Будунов</dc:creator>
  <cp:lastModifiedBy>HP</cp:lastModifiedBy>
  <cp:revision>15</cp:revision>
  <cp:lastPrinted>2023-02-17T07:18:00Z</cp:lastPrinted>
  <dcterms:created xsi:type="dcterms:W3CDTF">2022-09-20T14:43:00Z</dcterms:created>
  <dcterms:modified xsi:type="dcterms:W3CDTF">2023-02-17T07:18:00Z</dcterms:modified>
</cp:coreProperties>
</file>